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和静县社区卫生服务中心</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highlight w:val="none"/>
          <w:lang w:val="en-US" w:eastAsia="zh-CN"/>
        </w:rPr>
      </w:pPr>
      <w:r>
        <w:rPr>
          <w:rFonts w:hint="eastAsia"/>
          <w:color w:val="auto"/>
          <w:highlight w:val="none"/>
          <w:lang w:val="en-US" w:eastAsia="zh-CN"/>
        </w:rPr>
        <w:t>和静县社区卫生服务中心</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（1）着力抓好辖区居民健康档案管理。</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（2）积极开展居民健康教育活动，组建了一支健康教育队伍，利用讲座、 培训、咨询、多媒体、宣传窗和微信平台等方式，开展健康 教育活动。</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（3）加强儿童预防接种服务，目前已全面使用 自治区统一的儿童预防接种信息管理系统（俗称“笑脸系统”）实行接种信息电子化，在儿童接种时给家长提供下次 接种的预约单，并通过电话、微信平台等方式对即将到时限 接种儿童家长进行提醒和预约，确保辖 区儿童接种率。</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（4） 逐步推进妇幼保健服务，以降低孕产妇、5 岁以下儿童死亡 为重点，认真做好儿童、孕产妇健康管理，逐步提升辖区妇 幼保健水平。</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（5）大力加强传染病和突发公共卫生事件的 管理，有完整的传染病防治管理制度和上报流程，同时根据上级部门的文件精神中心制定了各类突发公共卫生事件的 应急预案成立了相关领导小组。</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（6）逐步完善老年人健康 管理，开展老年人健康咨询，做好辖区老年人健康指导和中 医药管理服务。</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 xml:space="preserve">（7）认真做好辖区慢性病患者健康管理。 各站成立签约式服务团队，对辖区糖尿病及高血压患者定期 上门随访，实施健康干预，安排督导组。 </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和静县社区卫生服务中心单位无下属预算单位，下设13个处室，分别是：全科诊室、药房、收费室、妇幼科、公卫科、疾控科、康复科、B超室、心电图室、检验室、财务室、辅助科室、值班室。</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和静县社区卫生服务中心单位编制数5，实有人数4人，其中：在职4人，增加1人；退休0人，增加0人；离休0人，增加0人。</w:t>
      </w:r>
    </w:p>
    <w:p>
      <w:pPr>
        <w:pStyle w:val="4"/>
        <w:bidi w:val="0"/>
        <w:ind w:left="0" w:leftChars="0" w:firstLine="643" w:firstLineChars="20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2023年，我单位深入学习贯彻党的十</w:t>
      </w:r>
      <w:r>
        <w:rPr>
          <w:rFonts w:hint="eastAsia"/>
          <w:color w:val="auto"/>
          <w:szCs w:val="28"/>
          <w:highlight w:val="none"/>
          <w:lang w:val="en-US" w:eastAsia="zh-CN"/>
        </w:rPr>
        <w:t>九大精神，坚持以习近平新时代中国特色社会主义思想为指引，着力解决突出问题，深入推进干部能力建设。具体如下：</w:t>
      </w:r>
    </w:p>
    <w:p>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我单位年初预算数为182.96万元，实际预算执行数182.96元，预算执行率为100%。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全年预算数为1249.07万元，全年实际支出资金1249.07万元，预算执行率为100%。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182.96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1066.11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1249.07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582.71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582.71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1249.07</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761.02</w:t>
      </w:r>
      <w:r>
        <w:rPr>
          <w:rFonts w:hint="default"/>
          <w:color w:val="auto"/>
          <w:highlight w:val="none"/>
          <w:lang w:val="en-US" w:eastAsia="zh-CN"/>
        </w:rPr>
        <w:t>万元，资金的使用方向为我单位机关人员经费支出</w:t>
      </w:r>
      <w:r>
        <w:rPr>
          <w:rFonts w:hint="eastAsia"/>
          <w:color w:val="auto"/>
          <w:highlight w:val="none"/>
          <w:lang w:val="en-US" w:eastAsia="zh-CN"/>
        </w:rPr>
        <w:t>35.23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725.79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488.05</w:t>
      </w:r>
      <w:r>
        <w:rPr>
          <w:rFonts w:hint="default"/>
          <w:color w:val="auto"/>
          <w:highlight w:val="none"/>
          <w:lang w:val="en-US" w:eastAsia="zh-CN"/>
        </w:rPr>
        <w:t>万元，主要用于保障</w:t>
      </w:r>
      <w:r>
        <w:rPr>
          <w:rFonts w:hint="eastAsia"/>
          <w:color w:val="auto"/>
          <w:highlight w:val="none"/>
          <w:lang w:val="en-US" w:eastAsia="zh-CN"/>
        </w:rPr>
        <w:t>基本公共卫生服务</w:t>
      </w:r>
      <w:r>
        <w:rPr>
          <w:rFonts w:hint="default"/>
          <w:color w:val="auto"/>
          <w:highlight w:val="none"/>
          <w:lang w:val="en-US" w:eastAsia="zh-CN"/>
        </w:rPr>
        <w:t>项目、</w:t>
      </w:r>
      <w:r>
        <w:rPr>
          <w:rFonts w:hint="eastAsia"/>
          <w:color w:val="auto"/>
          <w:highlight w:val="none"/>
          <w:lang w:val="en-US" w:eastAsia="zh-CN"/>
        </w:rPr>
        <w:t>重大公共卫生服务</w:t>
      </w:r>
      <w:r>
        <w:rPr>
          <w:rFonts w:hint="default"/>
          <w:color w:val="auto"/>
          <w:highlight w:val="none"/>
          <w:lang w:val="en-US" w:eastAsia="zh-CN"/>
        </w:rPr>
        <w:t>项目、</w:t>
      </w:r>
      <w:r>
        <w:rPr>
          <w:rFonts w:hint="eastAsia"/>
          <w:color w:val="auto"/>
          <w:highlight w:val="none"/>
          <w:lang w:val="en-US" w:eastAsia="zh-CN"/>
        </w:rPr>
        <w:t>全民健康体检</w:t>
      </w:r>
      <w:r>
        <w:rPr>
          <w:rFonts w:hint="default"/>
          <w:color w:val="auto"/>
          <w:highlight w:val="none"/>
          <w:lang w:val="en-US" w:eastAsia="zh-CN"/>
        </w:rPr>
        <w:t>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761.02万元，全年实际支出761.02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35.23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725.79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项目支出预算488.05</w:t>
      </w:r>
      <w:r>
        <w:rPr>
          <w:rFonts w:hint="eastAsia"/>
          <w:color w:val="auto"/>
          <w:highlight w:val="none"/>
          <w:lang w:eastAsia="zh-CN"/>
        </w:rPr>
        <w:t>万元，</w:t>
      </w:r>
      <w:r>
        <w:rPr>
          <w:rFonts w:hint="eastAsia"/>
          <w:color w:val="auto"/>
          <w:highlight w:val="none"/>
          <w:lang w:val="en-US" w:eastAsia="zh-CN"/>
        </w:rPr>
        <w:t>其中：上级专项资金448.9万元，本级财政资金39.15万元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488.05万元，其中拨付县域内7个社区卫生服务站共299.79万元，保证各社区卫生服务站基本公共卫生经费及时拨付，各卫生站顺利开展基本公共卫生服务工作，更好地服务辖区内的居民；重大公共卫生资金中有58.80万元投入到我中心的数字化预防接种项目中，全面实现了县域内居民按时接种、查漏补种疫苗全程数字化转型，方便群众接种疫苗，同时大大减轻了工作人员的工作量，项目效果显著。所有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拨付各社区卫生服务站基本公共卫生资金制定资金发放方案，严格按照中心制定的考核细则和各站年度考核结果为依据拨付项目资金。对数字化预防接种项目严格按照国家采购法执行，进行项目招标意向公开，对竞标单位进行严格筛查和考察后择优录取，保证中心数字化预防接种项目顺利进行，达到预期显著效果。</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度安排项目支出资金488.05万元，</w:t>
      </w:r>
      <w:r>
        <w:rPr>
          <w:rFonts w:hint="eastAsia"/>
          <w:color w:val="auto"/>
          <w:highlight w:val="none"/>
          <w:lang w:eastAsia="zh-CN"/>
        </w:rPr>
        <w:t>实际</w:t>
      </w:r>
      <w:r>
        <w:rPr>
          <w:rFonts w:hint="eastAsia"/>
          <w:color w:val="auto"/>
          <w:highlight w:val="none"/>
          <w:lang w:val="en-US" w:eastAsia="zh-CN"/>
        </w:rPr>
        <w:t>支出488.05，其中：上级专项资金支出448.9万元，本级财政安排项目资金支出39.15万元，项目预算资金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bookmarkStart w:id="6" w:name="_GoBack"/>
      <w:bookmarkEnd w:id="6"/>
      <w:r>
        <w:rPr>
          <w:rFonts w:hint="default"/>
          <w:color w:val="auto"/>
          <w:highlight w:val="none"/>
          <w:lang w:val="en-US" w:eastAsia="zh-CN"/>
        </w:rPr>
        <w:t>包括基层医疗卫生机构支出</w:t>
      </w:r>
      <w:r>
        <w:rPr>
          <w:rFonts w:hint="eastAsia"/>
          <w:color w:val="auto"/>
          <w:highlight w:val="none"/>
          <w:lang w:val="en-US" w:eastAsia="zh-CN"/>
        </w:rPr>
        <w:t>9.3</w:t>
      </w:r>
      <w:r>
        <w:rPr>
          <w:rFonts w:hint="default"/>
          <w:color w:val="auto"/>
          <w:highlight w:val="none"/>
          <w:lang w:val="en-US" w:eastAsia="zh-CN"/>
        </w:rPr>
        <w:t>万元，公共卫生支出</w:t>
      </w:r>
      <w:r>
        <w:rPr>
          <w:rFonts w:hint="eastAsia"/>
          <w:color w:val="auto"/>
          <w:highlight w:val="none"/>
          <w:lang w:val="en-US" w:eastAsia="zh-CN"/>
        </w:rPr>
        <w:t>478.75</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eastAsia="仿宋"/>
          <w:color w:val="auto"/>
          <w:highlight w:val="none"/>
          <w:lang w:val="en-US" w:eastAsia="zh-CN"/>
        </w:rPr>
      </w:pPr>
      <w:r>
        <w:rPr>
          <w:rFonts w:hint="eastAsia"/>
          <w:color w:val="auto"/>
          <w:highlight w:val="none"/>
          <w:lang w:val="en-US" w:eastAsia="zh-CN"/>
        </w:rPr>
        <w:t>项目支出预算执行率指标年初设定目标是100%，年中绩效运行监控时完成值99.99%，年终实际完成值是100%，指标完成率是100%，达到按时支付专项资金，顺利开展各项工作的预期目标。偏差原因：无偏差。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pPr>
        <w:bidi w:val="0"/>
        <w:rPr>
          <w:rFonts w:hint="eastAsia"/>
          <w:color w:val="auto"/>
          <w:highlight w:val="none"/>
          <w:lang w:val="en-US" w:eastAsia="zh-CN"/>
        </w:rPr>
      </w:pPr>
      <w:r>
        <w:rPr>
          <w:rFonts w:hint="eastAsia"/>
          <w:color w:val="auto"/>
          <w:highlight w:val="none"/>
          <w:lang w:eastAsia="zh-CN"/>
        </w:rPr>
        <w:t>“三公经费”控制率</w:t>
      </w:r>
      <w:r>
        <w:rPr>
          <w:rFonts w:hint="eastAsia"/>
          <w:color w:val="auto"/>
          <w:highlight w:val="none"/>
          <w:lang w:val="en-US" w:eastAsia="zh-CN"/>
        </w:rPr>
        <w:t>指标年初设定目标是100%，年中绩效运行监控时完成值100%，年终实际完成值是100%，指标完成率是100%，达到了合理控制</w:t>
      </w:r>
      <w:r>
        <w:rPr>
          <w:rFonts w:hint="eastAsia"/>
          <w:color w:val="auto"/>
          <w:highlight w:val="none"/>
          <w:lang w:eastAsia="zh-CN"/>
        </w:rPr>
        <w:t>“三公经费”</w:t>
      </w:r>
      <w:r>
        <w:rPr>
          <w:rFonts w:hint="eastAsia"/>
          <w:color w:val="auto"/>
          <w:highlight w:val="none"/>
          <w:lang w:val="en-US" w:eastAsia="zh-CN"/>
        </w:rPr>
        <w:t>的预期目标。偏差原因：无偏差。</w:t>
      </w:r>
    </w:p>
    <w:p>
      <w:pPr>
        <w:pStyle w:val="2"/>
        <w:numPr>
          <w:ilvl w:val="0"/>
          <w:numId w:val="1"/>
        </w:numPr>
        <w:ind w:left="0" w:leftChars="0" w:firstLine="602" w:firstLineChars="200"/>
        <w:rPr>
          <w:rFonts w:hint="eastAsia"/>
          <w:color w:val="auto"/>
          <w:highlight w:val="none"/>
          <w:lang w:val="en-US" w:eastAsia="zh-CN"/>
        </w:rPr>
      </w:pPr>
      <w:r>
        <w:rPr>
          <w:rFonts w:hint="eastAsia"/>
          <w:color w:val="auto"/>
          <w:highlight w:val="none"/>
          <w:lang w:val="en-US" w:eastAsia="zh-CN"/>
        </w:rPr>
        <w:t>在职人员经费保障人数指标完成情况分析</w:t>
      </w:r>
    </w:p>
    <w:p>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在职人员经费保障人数指标年初设定目标是&gt;=1人，年中绩效运行监控时完成值1人，年终实际完成值是1人，指标完成率是100%，达到了职工人员工资按时发放、社保按时缴纳的预期目标。偏差原因：无偏差。</w:t>
      </w:r>
    </w:p>
    <w:p>
      <w:pPr>
        <w:pStyle w:val="2"/>
        <w:numPr>
          <w:ilvl w:val="0"/>
          <w:numId w:val="1"/>
        </w:numPr>
        <w:ind w:left="0" w:leftChars="0" w:firstLine="602" w:firstLineChars="200"/>
        <w:rPr>
          <w:rFonts w:hint="eastAsia"/>
          <w:color w:val="auto"/>
          <w:highlight w:val="none"/>
          <w:lang w:val="en-US" w:eastAsia="zh-CN"/>
        </w:rPr>
      </w:pPr>
      <w:r>
        <w:rPr>
          <w:rFonts w:hint="eastAsia"/>
          <w:color w:val="auto"/>
          <w:highlight w:val="none"/>
          <w:lang w:val="en-US" w:eastAsia="zh-CN"/>
        </w:rPr>
        <w:t>门诊就诊患者人次指标完成情况分析</w:t>
      </w:r>
    </w:p>
    <w:p>
      <w:pPr>
        <w:ind w:left="0" w:leftChars="0" w:firstLine="560" w:firstLineChars="200"/>
        <w:rPr>
          <w:rFonts w:hint="eastAsia"/>
          <w:color w:val="auto"/>
          <w:highlight w:val="none"/>
          <w:lang w:val="en-US" w:eastAsia="zh-CN"/>
        </w:rPr>
      </w:pPr>
      <w:r>
        <w:rPr>
          <w:rFonts w:hint="eastAsia"/>
          <w:color w:val="auto"/>
          <w:highlight w:val="none"/>
          <w:lang w:val="en-US" w:eastAsia="zh-CN"/>
        </w:rPr>
        <w:t>门诊就诊患者人次指标年初设定目标是&gt;=26544人次，年中绩效运行监控时完成值13582人次，年终实际完成值是36863人次，指标完成率是138.88%，</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2"/>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基层医务人员培训人数年初设定目标是&gt;=5人次，年中绩效运行监控时完成值5人次，年终实际完成值是5人次，指标完成率是100%，</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pPr>
        <w:pStyle w:val="2"/>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提供医疗与护理保健服务率数年初设定目标是&gt;=85%，年中绩效运行监控时完成值为92，年终实际完成值是85%，指标完成率是100%，提高了患者就医医疗与服务水平的预期目标。偏差</w:t>
      </w:r>
      <w:r>
        <w:rPr>
          <w:rFonts w:hint="eastAsia" w:ascii="仿宋_GB2312" w:hAnsi="仿宋_GB2312" w:eastAsia="仿宋" w:cs="仿宋_GB2312"/>
          <w:b w:val="0"/>
          <w:bCs w:val="0"/>
          <w:color w:val="auto"/>
          <w:kern w:val="2"/>
          <w:sz w:val="28"/>
          <w:szCs w:val="24"/>
          <w:highlight w:val="none"/>
          <w:lang w:val="en-US" w:eastAsia="zh-CN" w:bidi="ar-SA"/>
        </w:rPr>
        <w:t>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Chars="200"/>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w:t>
      </w:r>
      <w:r>
        <w:rPr>
          <w:rFonts w:hint="eastAsia"/>
          <w:color w:val="auto"/>
          <w:highlight w:val="none"/>
          <w:lang w:val="en-US" w:eastAsia="zh-CN"/>
        </w:rPr>
        <w:t>七）人员经费足额发放率指标完成情况分析</w:t>
      </w:r>
    </w:p>
    <w:p>
      <w:pPr>
        <w:pStyle w:val="2"/>
        <w:rPr>
          <w:rFonts w:hint="eastAsia" w:cs="仿宋_GB2312"/>
          <w:b w:val="0"/>
          <w:bCs w:val="0"/>
          <w:color w:val="auto"/>
          <w:kern w:val="2"/>
          <w:sz w:val="28"/>
          <w:szCs w:val="24"/>
          <w:highlight w:val="none"/>
          <w:lang w:val="en-US" w:eastAsia="zh-CN" w:bidi="ar-SA"/>
        </w:rPr>
      </w:pPr>
      <w:r>
        <w:rPr>
          <w:rFonts w:hint="eastAsia" w:cs="仿宋_GB2312"/>
          <w:b w:val="0"/>
          <w:bCs w:val="0"/>
          <w:color w:val="auto"/>
          <w:kern w:val="2"/>
          <w:sz w:val="28"/>
          <w:szCs w:val="24"/>
          <w:highlight w:val="none"/>
          <w:lang w:val="en-US" w:eastAsia="zh-CN" w:bidi="ar-SA"/>
        </w:rPr>
        <w:t>人员经费足额发放率年初设定目标是=100%，年中绩效运行监控时完成值100%，年终实际完成值是100%，指标完成率是100%，达到了保障在职人员工资按时发放，社会保险及医疗保险按时足额缴纳的预期目标。偏差原因：无偏差。</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药品差价政策执行率年初设定目标是=100%，年中绩效运行监控时完成值100%，年终实际完成值是100%，指标完成率是100%，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降低患者看病成本，解决患者看病贵的问题。</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pPr>
        <w:bidi w:val="0"/>
        <w:rPr>
          <w:rFonts w:hint="eastAsia"/>
          <w:color w:val="auto"/>
          <w:highlight w:val="none"/>
          <w:lang w:val="en-US" w:eastAsia="zh-CN"/>
        </w:rPr>
      </w:pPr>
      <w:r>
        <w:rPr>
          <w:rFonts w:hint="eastAsia"/>
          <w:color w:val="auto"/>
          <w:highlight w:val="none"/>
          <w:lang w:val="en-US" w:eastAsia="zh-CN"/>
        </w:rPr>
        <w:t>辖区基本公共卫生服务覆盖率年初设定目标是=100%，年中绩效运行监控时完成值100%，年终实际完成值是100%，指标完成率是100%，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实现基本公共卫生辖区全覆盖的基本目标。</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医保政策知晓率年初设定目标是&gt;=85%，年中绩效运行监控时完成值96%，年终实际完成值是90%，指标完成率是100%，提高了居民对医保政策的理解和信任的预期目标。偏差原因：无偏差。</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（十一）提升本辖区居民健康水平指标完成情况分析</w:t>
      </w:r>
    </w:p>
    <w:p>
      <w:pPr>
        <w:bidi w:val="0"/>
        <w:rPr>
          <w:rFonts w:hint="eastAsia"/>
          <w:color w:val="auto"/>
          <w:highlight w:val="none"/>
          <w:lang w:val="en-US" w:eastAsia="zh-CN"/>
        </w:rPr>
      </w:pPr>
      <w:r>
        <w:rPr>
          <w:rFonts w:hint="eastAsia"/>
          <w:color w:val="auto"/>
          <w:highlight w:val="none"/>
          <w:lang w:val="en-US" w:eastAsia="zh-CN"/>
        </w:rPr>
        <w:t>提升本辖区居民健康水平年初设定目标是&gt;=90%，年中绩效运行监控时完成值未达监控节点，年终实际完成值是95%，指标完成率是100%，增强了居民健康意识和技能，促进健康行为的形成，从而提升整体健康水平。偏差原因：无偏差。</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居民满意度指标年初设定目标是&gt;=90%，年中绩效运行监控时完成值未达监控节点，年终实际完成值是90%，指标完成率是100%，提升了患者满意度和就诊体验的预期目标。偏差原因：无偏差。</w:t>
      </w:r>
    </w:p>
    <w:p>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职工满意度年初设定目标是&gt;=95%，年中绩效运行监控时完成值未达监控节点，年终实际完成值是95%，指标完成率是100%，增强了员工的积极性，提高了工作效率，减少人员流失的预期目标。偏差原因：无偏差。</w:t>
      </w:r>
    </w:p>
    <w:p>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default"/>
          <w:color w:val="auto"/>
          <w:highlight w:val="none"/>
          <w:lang w:eastAsia="zh-CN"/>
        </w:rPr>
      </w:pPr>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社区卫生服务中心</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全县人民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color w:val="auto"/>
          <w:highlight w:val="none"/>
          <w:lang w:eastAsia="zh-CN"/>
        </w:rPr>
        <w:t>打造“两专科一中心”特色专科，</w:t>
      </w:r>
      <w:r>
        <w:rPr>
          <w:rFonts w:hint="default"/>
          <w:color w:val="auto"/>
          <w:highlight w:val="none"/>
          <w:lang w:eastAsia="zh-CN"/>
        </w:rPr>
        <w:t>优化医疗服务流程，提高患者满意度。我</w:t>
      </w:r>
      <w:r>
        <w:rPr>
          <w:rFonts w:hint="default"/>
          <w:color w:val="auto"/>
          <w:highlight w:val="none"/>
          <w:lang w:val="en-US" w:eastAsia="zh-CN"/>
        </w:rPr>
        <w:t>院</w:t>
      </w:r>
      <w:r>
        <w:rPr>
          <w:rFonts w:hint="default"/>
          <w:color w:val="auto"/>
          <w:highlight w:val="none"/>
          <w:lang w:eastAsia="zh-CN"/>
        </w:rPr>
        <w:t>加强了医疗服务的规范化管理，完善了医疗文书书写和档案管理，进一步提高了医疗服务质量。</w:t>
      </w:r>
    </w:p>
    <w:p>
      <w:pPr>
        <w:pStyle w:val="3"/>
        <w:numPr>
          <w:ilvl w:val="0"/>
          <w:numId w:val="2"/>
        </w:numPr>
        <w:bidi w:val="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3"/>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3"/>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EA7B1D"/>
    <w:multiLevelType w:val="singleLevel"/>
    <w:tmpl w:val="C3EA7B1D"/>
    <w:lvl w:ilvl="0" w:tentative="0">
      <w:start w:val="5"/>
      <w:numFmt w:val="chineseCounting"/>
      <w:suff w:val="nothing"/>
      <w:lvlText w:val="%1、"/>
      <w:lvlJc w:val="left"/>
      <w:rPr>
        <w:rFonts w:hint="eastAsia"/>
      </w:rPr>
    </w:lvl>
  </w:abstractNum>
  <w:abstractNum w:abstractNumId="1">
    <w:nsid w:val="F05EAF67"/>
    <w:multiLevelType w:val="singleLevel"/>
    <w:tmpl w:val="F05EAF67"/>
    <w:lvl w:ilvl="0" w:tentative="0">
      <w:start w:val="1"/>
      <w:numFmt w:val="decimal"/>
      <w:suff w:val="nothing"/>
      <w:lvlText w:val="%1、"/>
      <w:lvlJc w:val="left"/>
    </w:lvl>
  </w:abstractNum>
  <w:abstractNum w:abstractNumId="2">
    <w:nsid w:val="532C3B79"/>
    <w:multiLevelType w:val="singleLevel"/>
    <w:tmpl w:val="532C3B79"/>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EA2DDC"/>
    <w:rsid w:val="05F70F85"/>
    <w:rsid w:val="0607573C"/>
    <w:rsid w:val="06547701"/>
    <w:rsid w:val="072B19D6"/>
    <w:rsid w:val="084208C4"/>
    <w:rsid w:val="098A3C0A"/>
    <w:rsid w:val="09A24E4E"/>
    <w:rsid w:val="0A9A7091"/>
    <w:rsid w:val="0C6738B8"/>
    <w:rsid w:val="0D2774FB"/>
    <w:rsid w:val="0E7D784C"/>
    <w:rsid w:val="10236A39"/>
    <w:rsid w:val="10300946"/>
    <w:rsid w:val="10FE60D7"/>
    <w:rsid w:val="124C7D1E"/>
    <w:rsid w:val="12652051"/>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BA67C7"/>
    <w:rsid w:val="22E14253"/>
    <w:rsid w:val="23931BB2"/>
    <w:rsid w:val="23F209A3"/>
    <w:rsid w:val="2403516E"/>
    <w:rsid w:val="24E71FCC"/>
    <w:rsid w:val="25255338"/>
    <w:rsid w:val="256A2A9E"/>
    <w:rsid w:val="27F7226E"/>
    <w:rsid w:val="2805537E"/>
    <w:rsid w:val="289437EE"/>
    <w:rsid w:val="297873DB"/>
    <w:rsid w:val="29F35E61"/>
    <w:rsid w:val="2A285817"/>
    <w:rsid w:val="2B6F150A"/>
    <w:rsid w:val="2BB557CB"/>
    <w:rsid w:val="2BC51751"/>
    <w:rsid w:val="2BC95E3F"/>
    <w:rsid w:val="2D166684"/>
    <w:rsid w:val="2EBF757D"/>
    <w:rsid w:val="313A1C72"/>
    <w:rsid w:val="31927D00"/>
    <w:rsid w:val="31AE39CE"/>
    <w:rsid w:val="31B83F5F"/>
    <w:rsid w:val="31F42769"/>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4A3407"/>
    <w:rsid w:val="3B7F3009"/>
    <w:rsid w:val="3BD549C6"/>
    <w:rsid w:val="3F301058"/>
    <w:rsid w:val="3FB60DA4"/>
    <w:rsid w:val="417A34F9"/>
    <w:rsid w:val="418810F4"/>
    <w:rsid w:val="41A37673"/>
    <w:rsid w:val="42503F5E"/>
    <w:rsid w:val="42C30950"/>
    <w:rsid w:val="43F25AA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501B7C76"/>
    <w:rsid w:val="504D5CCF"/>
    <w:rsid w:val="511A2CA6"/>
    <w:rsid w:val="513A1BAD"/>
    <w:rsid w:val="51A370E9"/>
    <w:rsid w:val="533A7469"/>
    <w:rsid w:val="53526129"/>
    <w:rsid w:val="538B4CD8"/>
    <w:rsid w:val="53A21BCD"/>
    <w:rsid w:val="54394F3D"/>
    <w:rsid w:val="565F61A9"/>
    <w:rsid w:val="56AD4B11"/>
    <w:rsid w:val="57232FC4"/>
    <w:rsid w:val="572D2326"/>
    <w:rsid w:val="57365691"/>
    <w:rsid w:val="59EE1E48"/>
    <w:rsid w:val="5A490F5C"/>
    <w:rsid w:val="5AB437DA"/>
    <w:rsid w:val="5B805E16"/>
    <w:rsid w:val="5BD21464"/>
    <w:rsid w:val="5BDE2B83"/>
    <w:rsid w:val="5C777282"/>
    <w:rsid w:val="60BB5DCE"/>
    <w:rsid w:val="61635F72"/>
    <w:rsid w:val="618606C5"/>
    <w:rsid w:val="6224402D"/>
    <w:rsid w:val="6384067A"/>
    <w:rsid w:val="638D125E"/>
    <w:rsid w:val="6396333E"/>
    <w:rsid w:val="63E114D3"/>
    <w:rsid w:val="65A54A6A"/>
    <w:rsid w:val="6AD46D46"/>
    <w:rsid w:val="6B07083C"/>
    <w:rsid w:val="6B623CC4"/>
    <w:rsid w:val="6B6C65E0"/>
    <w:rsid w:val="6B8F1BAB"/>
    <w:rsid w:val="6C2B67AC"/>
    <w:rsid w:val="6CB31465"/>
    <w:rsid w:val="6DE07909"/>
    <w:rsid w:val="6E58438A"/>
    <w:rsid w:val="6E7066F8"/>
    <w:rsid w:val="6E9D5508"/>
    <w:rsid w:val="6F871359"/>
    <w:rsid w:val="70491307"/>
    <w:rsid w:val="711B7F18"/>
    <w:rsid w:val="71EB22B3"/>
    <w:rsid w:val="72010FA6"/>
    <w:rsid w:val="726447C6"/>
    <w:rsid w:val="733F48EB"/>
    <w:rsid w:val="73F41CC6"/>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5427</Words>
  <Characters>5793</Characters>
  <Lines>7</Lines>
  <Paragraphs>2</Paragraphs>
  <TotalTime>29</TotalTime>
  <ScaleCrop>false</ScaleCrop>
  <LinksUpToDate>false</LinksUpToDate>
  <CharactersWithSpaces>5836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2024-08-11T08:47:02Z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7EE4B6CD36DC4038B7AA6ED3A7146D6B_13</vt:lpwstr>
  </property>
</Properties>
</file>